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0848C355" w:rsidR="00BC1507" w:rsidRPr="007E26F5" w:rsidRDefault="00BC1507">
      <w:pPr>
        <w:pStyle w:val="Pealkiri"/>
      </w:pPr>
      <w:r w:rsidRPr="007E26F5">
        <w:t>TÖÖVÕTU</w:t>
      </w:r>
      <w:r w:rsidR="005A1CA9" w:rsidRPr="007E26F5">
        <w:t>LEPING</w:t>
      </w:r>
      <w:r w:rsidRPr="007E26F5">
        <w:t xml:space="preserve"> nr</w:t>
      </w:r>
      <w:r w:rsidR="00937DDD">
        <w:t xml:space="preserve"> </w:t>
      </w:r>
      <w:r w:rsidR="00937DDD" w:rsidRPr="00937DDD">
        <w:t>7-5/2025/54</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457504DE" w14:textId="63FBF610" w:rsidR="001F4CDE" w:rsidRDefault="001F4CDE" w:rsidP="0053732E">
      <w:pPr>
        <w:jc w:val="both"/>
        <w:rPr>
          <w:spacing w:val="0"/>
          <w:lang w:eastAsia="et-EE"/>
        </w:rPr>
      </w:pPr>
      <w:r w:rsidRPr="00A61CE5">
        <w:rPr>
          <w:b/>
          <w:bCs/>
          <w:spacing w:val="0"/>
          <w:lang w:eastAsia="et-EE"/>
        </w:rPr>
        <w:t>Riigimetsa Majandamise Keskus</w:t>
      </w:r>
      <w:r w:rsidRPr="001F4CDE">
        <w:rPr>
          <w:spacing w:val="0"/>
          <w:lang w:eastAsia="et-EE"/>
        </w:rPr>
        <w:t xml:space="preserve">, edaspidi RMK või tellija, keda esindab juhatuse liikme 15.04.2024 käskkirja nr 1-5/32 alusel Edela regiooni metsaülem </w:t>
      </w:r>
      <w:r w:rsidRPr="00A61CE5">
        <w:rPr>
          <w:b/>
          <w:bCs/>
          <w:spacing w:val="0"/>
          <w:lang w:eastAsia="et-EE"/>
        </w:rPr>
        <w:t>Jaan S</w:t>
      </w:r>
      <w:r w:rsidR="00E547D7" w:rsidRPr="00A61CE5">
        <w:rPr>
          <w:b/>
          <w:bCs/>
          <w:spacing w:val="0"/>
          <w:lang w:eastAsia="et-EE"/>
        </w:rPr>
        <w:t>chults</w:t>
      </w:r>
      <w:r w:rsidRPr="001F4CDE">
        <w:rPr>
          <w:spacing w:val="0"/>
          <w:lang w:eastAsia="et-EE"/>
        </w:rPr>
        <w:t>,  ühelt poolt,</w:t>
      </w:r>
    </w:p>
    <w:p w14:paraId="3A00AFEA" w14:textId="77777777" w:rsidR="001F4CDE" w:rsidRDefault="001F4CDE" w:rsidP="0053732E">
      <w:pPr>
        <w:jc w:val="both"/>
        <w:rPr>
          <w:spacing w:val="0"/>
          <w:lang w:eastAsia="et-EE"/>
        </w:rPr>
      </w:pPr>
    </w:p>
    <w:p w14:paraId="15314558" w14:textId="665BC60F" w:rsidR="0053732E" w:rsidRPr="0053732E" w:rsidRDefault="1BCEBD69" w:rsidP="0053732E">
      <w:pPr>
        <w:jc w:val="both"/>
        <w:rPr>
          <w:spacing w:val="0"/>
          <w:lang w:eastAsia="et-EE"/>
        </w:rPr>
      </w:pPr>
      <w:r w:rsidRPr="0053732E">
        <w:rPr>
          <w:spacing w:val="0"/>
          <w:lang w:eastAsia="et-EE"/>
        </w:rPr>
        <w:t xml:space="preserve">ja </w:t>
      </w:r>
      <w:r w:rsidR="008622D7" w:rsidRPr="008622D7">
        <w:rPr>
          <w:b/>
          <w:bCs/>
          <w:spacing w:val="0"/>
          <w:lang w:eastAsia="et-EE"/>
        </w:rPr>
        <w:t>Päästala OÜ</w:t>
      </w:r>
      <w:r w:rsidR="008622D7">
        <w:rPr>
          <w:spacing w:val="0"/>
          <w:lang w:eastAsia="et-EE"/>
        </w:rPr>
        <w:t xml:space="preserve">, </w:t>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008622D7">
            <w:rPr>
              <w:spacing w:val="0"/>
              <w:lang w:eastAsia="et-EE"/>
            </w:rPr>
            <w:t>põhikirja</w:t>
          </w:r>
        </w:sdtContent>
      </w:sdt>
      <w:r w:rsidRPr="4965FA7A">
        <w:rPr>
          <w:spacing w:val="0"/>
          <w:lang w:eastAsia="et-EE"/>
        </w:rPr>
        <w:t xml:space="preserve"> alusel </w:t>
      </w:r>
      <w:r w:rsidR="00A61CE5">
        <w:rPr>
          <w:spacing w:val="0"/>
          <w:lang w:eastAsia="et-EE"/>
        </w:rPr>
        <w:t>juhatuse</w:t>
      </w:r>
      <w:r w:rsidR="008622D7">
        <w:rPr>
          <w:rFonts w:eastAsia="Calibri"/>
          <w:spacing w:val="0"/>
          <w:lang w:eastAsia="et-EE"/>
        </w:rPr>
        <w:t xml:space="preserve"> liige </w:t>
      </w:r>
      <w:r w:rsidR="00A61CE5" w:rsidRPr="00A61CE5">
        <w:rPr>
          <w:rFonts w:eastAsia="Calibri"/>
          <w:b/>
          <w:bCs/>
          <w:spacing w:val="0"/>
          <w:lang w:eastAsia="et-EE"/>
        </w:rPr>
        <w:t>Raul Adams</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090F80F5"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980393">
        <w:rPr>
          <w:spacing w:val="0"/>
        </w:rPr>
        <w:t>3589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w:t>
      </w:r>
      <w:r w:rsidR="00980393">
        <w:rPr>
          <w:spacing w:val="0"/>
        </w:rPr>
        <w:t>3</w:t>
      </w:r>
      <w:r w:rsidR="00402161" w:rsidRPr="00402161">
        <w:rPr>
          <w:spacing w:val="0"/>
        </w:rPr>
        <w:t>)</w:t>
      </w:r>
      <w:r w:rsidR="00402161">
        <w:rPr>
          <w:spacing w:val="0"/>
        </w:rPr>
        <w:t>“</w:t>
      </w:r>
      <w:r w:rsidRPr="003F6EFA">
        <w:rPr>
          <w:spacing w:val="0"/>
        </w:rPr>
        <w:t xml:space="preserve"> (viitenumber </w:t>
      </w:r>
      <w:r w:rsidR="00980393">
        <w:rPr>
          <w:spacing w:val="0"/>
        </w:rPr>
        <w:t>303764</w:t>
      </w:r>
      <w:r w:rsidR="00402161">
        <w:rPr>
          <w:spacing w:val="0"/>
        </w:rPr>
        <w:t xml:space="preserve">) hanke </w:t>
      </w:r>
      <w:r w:rsidR="00402161" w:rsidRPr="00987480">
        <w:rPr>
          <w:b/>
          <w:bCs/>
          <w:spacing w:val="0"/>
        </w:rPr>
        <w:t xml:space="preserve">osas </w:t>
      </w:r>
      <w:r w:rsidR="00987480" w:rsidRPr="00987480">
        <w:rPr>
          <w:b/>
          <w:bCs/>
          <w:spacing w:val="0"/>
        </w:rPr>
        <w:t>1 Harju maakond</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7E1AE2B8"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w:t>
      </w:r>
      <w:r w:rsidR="00980393">
        <w:rPr>
          <w:spacing w:val="0"/>
        </w:rPr>
        <w:t>3</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980393">
        <w:rPr>
          <w:spacing w:val="0"/>
        </w:rPr>
        <w:t>303764</w:t>
      </w:r>
      <w:r w:rsidR="00EA25D4" w:rsidRPr="00242F9A">
        <w:rPr>
          <w:spacing w:val="0"/>
        </w:rPr>
        <w:t>)</w:t>
      </w:r>
      <w:r w:rsidR="00242F9A" w:rsidRPr="00242F9A">
        <w:rPr>
          <w:spacing w:val="0"/>
        </w:rPr>
        <w:t xml:space="preserve"> </w:t>
      </w:r>
      <w:r w:rsidR="00E54796">
        <w:rPr>
          <w:spacing w:val="0"/>
        </w:rPr>
        <w:t xml:space="preserve">hanke </w:t>
      </w:r>
      <w:r w:rsidR="00E54796" w:rsidRPr="00210080">
        <w:rPr>
          <w:b/>
          <w:bCs/>
          <w:spacing w:val="0"/>
        </w:rPr>
        <w:t>osa</w:t>
      </w:r>
      <w:r w:rsidR="00210080" w:rsidRPr="00210080">
        <w:rPr>
          <w:b/>
          <w:bCs/>
          <w:spacing w:val="0"/>
        </w:rPr>
        <w:t xml:space="preserve"> 1 Harju maakond</w:t>
      </w:r>
      <w:r w:rsidR="00CE74E6">
        <w:rPr>
          <w:spacing w:val="0"/>
        </w:rPr>
        <w:t xml:space="preserve">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543AFA0C" w14:textId="28BB6ACA" w:rsidR="002B0DE4" w:rsidRDefault="009F17D4" w:rsidP="0005559B">
      <w:pPr>
        <w:pStyle w:val="Loendilik"/>
        <w:numPr>
          <w:ilvl w:val="1"/>
          <w:numId w:val="6"/>
        </w:numPr>
        <w:rPr>
          <w:spacing w:val="0"/>
        </w:rPr>
      </w:pPr>
      <w:r w:rsidRPr="0005559B">
        <w:rPr>
          <w:spacing w:val="0"/>
        </w:rPr>
        <w:t>Töö teostamise täht</w:t>
      </w:r>
      <w:r w:rsidR="6D638518" w:rsidRPr="0005559B">
        <w:rPr>
          <w:spacing w:val="0"/>
        </w:rPr>
        <w:t>aeg</w:t>
      </w:r>
      <w:r w:rsidRPr="0005559B">
        <w:rPr>
          <w:spacing w:val="0"/>
        </w:rPr>
        <w:t xml:space="preserve"> on </w:t>
      </w:r>
      <w:r w:rsidR="002F6748" w:rsidRPr="002B0DE4">
        <w:rPr>
          <w:b/>
          <w:bCs/>
          <w:spacing w:val="0"/>
        </w:rPr>
        <w:t>Osa</w:t>
      </w:r>
      <w:r w:rsidR="00216745" w:rsidRPr="002B0DE4">
        <w:rPr>
          <w:b/>
          <w:bCs/>
          <w:spacing w:val="0"/>
        </w:rPr>
        <w:t xml:space="preserve"> 1 Harju maakond</w:t>
      </w:r>
      <w:r w:rsidR="00216745" w:rsidRPr="0005559B">
        <w:rPr>
          <w:spacing w:val="0"/>
        </w:rPr>
        <w:t xml:space="preserve"> </w:t>
      </w:r>
      <w:r w:rsidR="002B0DE4" w:rsidRPr="002B0DE4">
        <w:rPr>
          <w:b/>
          <w:bCs/>
          <w:spacing w:val="0"/>
        </w:rPr>
        <w:t>2 (kaks)</w:t>
      </w:r>
      <w:r w:rsidR="002B0DE4" w:rsidRPr="002B0DE4">
        <w:rPr>
          <w:spacing w:val="0"/>
        </w:rPr>
        <w:t xml:space="preserve">  nädalat al</w:t>
      </w:r>
      <w:r w:rsidR="00F53084">
        <w:rPr>
          <w:spacing w:val="0"/>
        </w:rPr>
        <w:t>a</w:t>
      </w:r>
      <w:r w:rsidR="002B0DE4" w:rsidRPr="002B0DE4">
        <w:rPr>
          <w:spacing w:val="0"/>
        </w:rPr>
        <w:t>tes hanke</w:t>
      </w:r>
      <w:r w:rsidR="002B0DE4">
        <w:rPr>
          <w:spacing w:val="0"/>
        </w:rPr>
        <w:t>-</w:t>
      </w:r>
    </w:p>
    <w:p w14:paraId="63304836" w14:textId="1492BC06" w:rsidR="009F17D4" w:rsidRPr="009F17D4" w:rsidRDefault="002B0DE4" w:rsidP="004169A8">
      <w:pPr>
        <w:pStyle w:val="Loendilik"/>
        <w:ind w:left="792"/>
      </w:pPr>
      <w:r w:rsidRPr="002B0DE4">
        <w:rPr>
          <w:spacing w:val="0"/>
        </w:rPr>
        <w:t>lepingu sõlmimise kuupäevast. Maapinna külmumisel või lumekatte tekkimisel pikeneb tähtaeg 2 kuu võrra.</w:t>
      </w:r>
      <w:r w:rsidR="009F17D4" w:rsidRPr="009F17D4">
        <w:rPr>
          <w:spacing w:val="0"/>
        </w:rPr>
        <w:t xml:space="preserve"> (</w:t>
      </w:r>
      <w:r w:rsidR="009F17D4" w:rsidRPr="1CDB6AA3">
        <w:rPr>
          <w:i/>
          <w:iCs/>
          <w:spacing w:val="0"/>
        </w:rPr>
        <w:t>Töö teostamise tähtpäev sätestatakse vastavalt piiratud hankemenetluse dokumentidele</w:t>
      </w:r>
      <w:r w:rsidR="009F17D4"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lastRenderedPageBreak/>
        <w:t xml:space="preserve">Tööd teostatakse töövõtja </w:t>
      </w:r>
      <w:r w:rsidR="00913A7E">
        <w:rPr>
          <w:spacing w:val="0"/>
        </w:rPr>
        <w:t>vahenditega.</w:t>
      </w:r>
    </w:p>
    <w:p w14:paraId="5728D5CF" w14:textId="3832C24A" w:rsidR="00AD63D6" w:rsidRPr="00F74C6B" w:rsidRDefault="477F1CFF" w:rsidP="00FD6596">
      <w:pPr>
        <w:pStyle w:val="Loendilik"/>
        <w:numPr>
          <w:ilvl w:val="1"/>
          <w:numId w:val="6"/>
        </w:numPr>
        <w:jc w:val="both"/>
      </w:pPr>
      <w:r w:rsidRPr="00F74C6B">
        <w:rPr>
          <w:spacing w:val="0"/>
        </w:rPr>
        <w:t xml:space="preserve">Lepingu maksumus </w:t>
      </w:r>
      <w:r w:rsidR="4D1BA8F2" w:rsidRPr="00F74C6B">
        <w:rPr>
          <w:spacing w:val="0"/>
        </w:rPr>
        <w:t xml:space="preserve">on </w:t>
      </w:r>
      <w:r w:rsidR="004169A8" w:rsidRPr="00EA2233">
        <w:rPr>
          <w:b/>
          <w:bCs/>
          <w:spacing w:val="0"/>
        </w:rPr>
        <w:t>485,00</w:t>
      </w:r>
      <w:r w:rsidR="1E7C4E23">
        <w:t xml:space="preserve"> </w:t>
      </w:r>
      <w:r w:rsidR="00E85516">
        <w:t>(</w:t>
      </w:r>
      <w:r w:rsidR="00EA2233">
        <w:rPr>
          <w:spacing w:val="0"/>
        </w:rPr>
        <w:t>nelisada kaheksakümmend viis)</w:t>
      </w:r>
      <w:r w:rsidR="00EA2233" w:rsidRPr="00F74C6B">
        <w:rPr>
          <w:spacing w:val="0"/>
        </w:rPr>
        <w:t xml:space="preserve"> </w:t>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lastRenderedPageBreak/>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lastRenderedPageBreak/>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lastRenderedPageBreak/>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09F41F86"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003C7C7D">
        <w:rPr>
          <w:rFonts w:ascii="Times New Roman" w:eastAsia="Calibri" w:hAnsi="Times New Roman" w:cs="Times New Roman"/>
          <w:sz w:val="24"/>
          <w:szCs w:val="24"/>
        </w:rPr>
        <w:t xml:space="preserve">juhatuse liige </w:t>
      </w:r>
      <w:r w:rsidR="003637EC" w:rsidRPr="005C6E32">
        <w:rPr>
          <w:rFonts w:ascii="Times New Roman" w:eastAsia="Calibri" w:hAnsi="Times New Roman" w:cs="Times New Roman"/>
          <w:b/>
          <w:bCs/>
          <w:sz w:val="24"/>
          <w:szCs w:val="24"/>
        </w:rPr>
        <w:t>Raul Adams</w:t>
      </w:r>
      <w:r w:rsidR="003637EC">
        <w:rPr>
          <w:rFonts w:ascii="Times New Roman" w:eastAsia="Calibri" w:hAnsi="Times New Roman" w:cs="Times New Roman"/>
          <w:sz w:val="24"/>
          <w:szCs w:val="24"/>
        </w:rPr>
        <w:t xml:space="preserve">, </w:t>
      </w:r>
      <w:r w:rsidRPr="00F503FD">
        <w:rPr>
          <w:rFonts w:ascii="Times New Roman" w:hAnsi="Times New Roman" w:cs="Times New Roman"/>
          <w:sz w:val="24"/>
          <w:szCs w:val="24"/>
        </w:rPr>
        <w:t xml:space="preserve">tel </w:t>
      </w:r>
      <w:r w:rsidR="003637EC" w:rsidRPr="003637EC">
        <w:rPr>
          <w:rFonts w:ascii="Times New Roman" w:hAnsi="Times New Roman" w:cs="Times New Roman"/>
          <w:sz w:val="24"/>
          <w:szCs w:val="24"/>
        </w:rPr>
        <w:t>+372 56677856</w:t>
      </w:r>
      <w:r w:rsidRPr="00F503FD">
        <w:rPr>
          <w:rFonts w:ascii="Times New Roman" w:hAnsi="Times New Roman" w:cs="Times New Roman"/>
          <w:sz w:val="24"/>
          <w:szCs w:val="24"/>
        </w:rPr>
        <w:t xml:space="preserve">, e-post </w:t>
      </w:r>
      <w:hyperlink r:id="rId9" w:history="1">
        <w:r w:rsidR="005C6E32" w:rsidRPr="002409D8">
          <w:rPr>
            <w:rStyle w:val="Hperlink"/>
            <w:rFonts w:ascii="Times New Roman" w:hAnsi="Times New Roman" w:cs="Times New Roman"/>
            <w:sz w:val="24"/>
            <w:szCs w:val="24"/>
          </w:rPr>
          <w:t>paastala@gmail.com</w:t>
        </w:r>
      </w:hyperlink>
      <w:r w:rsidR="005C6E32">
        <w:rPr>
          <w:rFonts w:ascii="Times New Roman" w:hAnsi="Times New Roman" w:cs="Times New Roman"/>
          <w:sz w:val="24"/>
          <w:szCs w:val="24"/>
        </w:rPr>
        <w:t xml:space="preserve"> </w:t>
      </w:r>
    </w:p>
    <w:p w14:paraId="7D1AF0C7" w14:textId="06B9A890"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005C6E32" w:rsidRPr="005C6E32">
        <w:rPr>
          <w:rFonts w:ascii="Times New Roman" w:hAnsi="Times New Roman" w:cs="Times New Roman"/>
          <w:b/>
          <w:sz w:val="24"/>
          <w:szCs w:val="24"/>
        </w:rPr>
        <w:t>Jaan Schults</w:t>
      </w:r>
      <w:r w:rsidR="005C6E32">
        <w:rPr>
          <w:rFonts w:ascii="Times New Roman" w:hAnsi="Times New Roman" w:cs="Times New Roman"/>
          <w:bCs/>
          <w:sz w:val="24"/>
          <w:szCs w:val="24"/>
        </w:rPr>
        <w:t xml:space="preserve"> </w:t>
      </w:r>
      <w:r w:rsidRPr="00826972">
        <w:rPr>
          <w:rFonts w:ascii="Times New Roman" w:hAnsi="Times New Roman" w:cs="Times New Roman"/>
          <w:bCs/>
          <w:sz w:val="24"/>
          <w:szCs w:val="24"/>
        </w:rPr>
        <w:t xml:space="preserve">tel </w:t>
      </w:r>
      <w:r w:rsidR="00EF5EC4" w:rsidRPr="00EF5EC4">
        <w:rPr>
          <w:rFonts w:ascii="Times New Roman" w:hAnsi="Times New Roman" w:cs="Times New Roman"/>
          <w:bCs/>
          <w:sz w:val="24"/>
          <w:szCs w:val="24"/>
        </w:rPr>
        <w:t>5282363</w:t>
      </w:r>
      <w:r w:rsidRPr="00826972">
        <w:rPr>
          <w:rFonts w:ascii="Times New Roman" w:hAnsi="Times New Roman" w:cs="Times New Roman"/>
          <w:bCs/>
          <w:sz w:val="24"/>
          <w:szCs w:val="24"/>
        </w:rPr>
        <w:t xml:space="preserve">, e-post </w:t>
      </w:r>
      <w:hyperlink r:id="rId10" w:history="1">
        <w:r w:rsidR="005C6E32" w:rsidRPr="002409D8">
          <w:rPr>
            <w:rStyle w:val="Hperlink"/>
            <w:rFonts w:ascii="Times New Roman" w:hAnsi="Times New Roman" w:cs="Times New Roman"/>
            <w:bCs/>
            <w:sz w:val="24"/>
            <w:szCs w:val="24"/>
          </w:rPr>
          <w:t>jaan.schults@rmk.ee</w:t>
        </w:r>
      </w:hyperlink>
      <w:r w:rsidR="005C6E32">
        <w:rPr>
          <w:rFonts w:ascii="Times New Roman" w:hAnsi="Times New Roman" w:cs="Times New Roman"/>
          <w:bCs/>
          <w:sz w:val="24"/>
          <w:szCs w:val="24"/>
        </w:rPr>
        <w:t xml:space="preserve"> </w:t>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0480FD6B"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004E3851">
        <w:rPr>
          <w:spacing w:val="0"/>
        </w:rPr>
        <w:t>P</w:t>
      </w:r>
      <w:r w:rsidR="004E3851" w:rsidRPr="004E3851">
        <w:rPr>
          <w:spacing w:val="0"/>
        </w:rPr>
        <w:t>äästala OÜ</w:t>
      </w:r>
    </w:p>
    <w:p w14:paraId="1707D71A" w14:textId="7D725B55"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004E3851" w:rsidRPr="004E3851">
        <w:rPr>
          <w:iCs/>
          <w:spacing w:val="0"/>
        </w:rPr>
        <w:t>14663827</w:t>
      </w:r>
    </w:p>
    <w:p w14:paraId="45E7FADE" w14:textId="77777777" w:rsidR="0097746C" w:rsidRDefault="00AC3986" w:rsidP="00F51B98">
      <w:pPr>
        <w:ind w:left="5040" w:hanging="5040"/>
        <w:rPr>
          <w:iCs/>
          <w:spacing w:val="0"/>
        </w:rPr>
      </w:pPr>
      <w:r w:rsidRPr="00AC3986">
        <w:rPr>
          <w:spacing w:val="0"/>
        </w:rPr>
        <w:t>Mõisa/3, Sagadi küla 45403</w:t>
      </w:r>
      <w:r w:rsidRPr="00AC3986">
        <w:rPr>
          <w:spacing w:val="0"/>
        </w:rPr>
        <w:tab/>
      </w:r>
      <w:r w:rsidR="00F51B98" w:rsidRPr="00F51B98">
        <w:rPr>
          <w:iCs/>
          <w:spacing w:val="0"/>
        </w:rPr>
        <w:t xml:space="preserve">Pärnu maakond, Tori vald, Muraka küla, </w:t>
      </w:r>
    </w:p>
    <w:p w14:paraId="22D3B93E" w14:textId="6F8FFCA0" w:rsidR="00AC3986" w:rsidRPr="00AC3986" w:rsidRDefault="00F51B98" w:rsidP="00F51B98">
      <w:pPr>
        <w:ind w:left="5040" w:hanging="5040"/>
        <w:rPr>
          <w:spacing w:val="0"/>
        </w:rPr>
      </w:pPr>
      <w:r w:rsidRPr="00F51B98">
        <w:rPr>
          <w:iCs/>
          <w:spacing w:val="0"/>
        </w:rPr>
        <w:t>Registrikood 70004459</w:t>
      </w:r>
      <w:r w:rsidR="0097746C">
        <w:rPr>
          <w:iCs/>
          <w:spacing w:val="0"/>
        </w:rPr>
        <w:tab/>
      </w:r>
      <w:r w:rsidRPr="00F51B98">
        <w:rPr>
          <w:iCs/>
          <w:spacing w:val="0"/>
        </w:rPr>
        <w:t>Sauna, 86810</w:t>
      </w:r>
    </w:p>
    <w:p w14:paraId="2F764D3A" w14:textId="213056E5" w:rsidR="00AC3986" w:rsidRPr="00AC3986" w:rsidRDefault="00AC3986" w:rsidP="00AC3986">
      <w:pPr>
        <w:rPr>
          <w:spacing w:val="0"/>
        </w:rPr>
      </w:pPr>
      <w:r w:rsidRPr="00AC3986">
        <w:rPr>
          <w:spacing w:val="0"/>
        </w:rPr>
        <w:tab/>
      </w:r>
      <w:r w:rsidRPr="00AC3986">
        <w:rPr>
          <w:spacing w:val="0"/>
        </w:rPr>
        <w:tab/>
      </w:r>
      <w:r w:rsidRPr="00AC3986">
        <w:rPr>
          <w:spacing w:val="0"/>
        </w:rPr>
        <w:tab/>
        <w:t xml:space="preserve">         </w:t>
      </w:r>
      <w:r w:rsidRPr="00AC3986">
        <w:rPr>
          <w:spacing w:val="0"/>
        </w:rPr>
        <w:tab/>
      </w:r>
      <w:r w:rsidR="0097746C">
        <w:rPr>
          <w:spacing w:val="0"/>
        </w:rPr>
        <w:tab/>
      </w:r>
      <w:r w:rsidR="0097746C">
        <w:rPr>
          <w:spacing w:val="0"/>
        </w:rPr>
        <w:tab/>
      </w:r>
      <w:r w:rsidR="0097746C">
        <w:rPr>
          <w:spacing w:val="0"/>
        </w:rPr>
        <w:tab/>
      </w:r>
      <w:r w:rsidRPr="00AC3986">
        <w:rPr>
          <w:spacing w:val="0"/>
        </w:rPr>
        <w:t xml:space="preserve">Tel </w:t>
      </w:r>
      <w:r w:rsidR="003637EC" w:rsidRPr="00F51B98">
        <w:rPr>
          <w:iCs/>
          <w:spacing w:val="0"/>
        </w:rPr>
        <w:t>+372 56677856</w:t>
      </w:r>
    </w:p>
    <w:p w14:paraId="687D6B68" w14:textId="201A7AC3"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hyperlink r:id="rId11" w:history="1">
        <w:r w:rsidR="0097746C" w:rsidRPr="002409D8">
          <w:rPr>
            <w:rStyle w:val="Hperlink"/>
            <w:iCs/>
            <w:spacing w:val="0"/>
          </w:rPr>
          <w:t>paastala@gmail.com</w:t>
        </w:r>
      </w:hyperlink>
      <w:r w:rsidR="0097746C">
        <w:rPr>
          <w:iCs/>
          <w:spacing w:val="0"/>
        </w:rPr>
        <w:t xml:space="preserve"> </w:t>
      </w:r>
    </w:p>
    <w:p w14:paraId="61344DCD" w14:textId="77777777" w:rsidR="0030082F" w:rsidRPr="0030082F" w:rsidRDefault="0030082F" w:rsidP="0030082F">
      <w:pPr>
        <w:rPr>
          <w:spacing w:val="0"/>
        </w:rPr>
      </w:pPr>
      <w:r w:rsidRPr="0030082F">
        <w:rPr>
          <w:spacing w:val="0"/>
        </w:rPr>
        <w:t>RMK Edela regioon</w:t>
      </w:r>
    </w:p>
    <w:p w14:paraId="26A9E192" w14:textId="768DECAA" w:rsidR="00AC3986" w:rsidRPr="00AC3986" w:rsidRDefault="0030082F" w:rsidP="00AC3986">
      <w:pPr>
        <w:rPr>
          <w:spacing w:val="0"/>
        </w:rPr>
      </w:pPr>
      <w:r w:rsidRPr="0030082F">
        <w:rPr>
          <w:spacing w:val="0"/>
        </w:rPr>
        <w:t>Ehitajate tee 8/2, Pärnu, 80041</w:t>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460EEDAA" w:rsidR="00AC3986" w:rsidRPr="00AC3986" w:rsidRDefault="00AC3986" w:rsidP="00AC3986">
      <w:pPr>
        <w:tabs>
          <w:tab w:val="left" w:pos="4800"/>
        </w:tabs>
        <w:jc w:val="both"/>
        <w:rPr>
          <w:spacing w:val="0"/>
        </w:rPr>
      </w:pPr>
      <w:r w:rsidRPr="00AC3986">
        <w:rPr>
          <w:spacing w:val="0"/>
        </w:rPr>
        <w:t xml:space="preserve">Tel </w:t>
      </w:r>
      <w:r w:rsidR="00EF5EC4" w:rsidRPr="00C75C6F">
        <w:rPr>
          <w:iCs/>
          <w:spacing w:val="0"/>
        </w:rPr>
        <w:t>5282363</w:t>
      </w:r>
      <w:r w:rsidRPr="00C75C6F">
        <w:rPr>
          <w:iCs/>
          <w:spacing w:val="0"/>
        </w:rPr>
        <w:t xml:space="preserve"> </w:t>
      </w:r>
      <w:r w:rsidRPr="00AC3986">
        <w:rPr>
          <w:spacing w:val="0"/>
        </w:rPr>
        <w:t xml:space="preserve">    </w:t>
      </w:r>
      <w:r w:rsidRPr="00AC3986">
        <w:rPr>
          <w:spacing w:val="0"/>
        </w:rPr>
        <w:tab/>
      </w:r>
      <w:r w:rsidRPr="00AC3986">
        <w:rPr>
          <w:spacing w:val="0"/>
        </w:rPr>
        <w:tab/>
        <w:t xml:space="preserve"> </w:t>
      </w:r>
    </w:p>
    <w:p w14:paraId="410CA542" w14:textId="54AAC48B" w:rsidR="00AC3986" w:rsidRPr="00AC3986" w:rsidRDefault="00AC3986" w:rsidP="00AC3986">
      <w:pPr>
        <w:tabs>
          <w:tab w:val="left" w:pos="4800"/>
        </w:tabs>
        <w:jc w:val="both"/>
        <w:rPr>
          <w:spacing w:val="0"/>
        </w:rPr>
      </w:pPr>
      <w:r w:rsidRPr="00AC3986">
        <w:rPr>
          <w:spacing w:val="0"/>
        </w:rPr>
        <w:t xml:space="preserve">E-post </w:t>
      </w:r>
      <w:hyperlink r:id="rId12" w:history="1">
        <w:r w:rsidR="00C75C6F" w:rsidRPr="002409D8">
          <w:rPr>
            <w:rStyle w:val="Hperlink"/>
            <w:spacing w:val="0"/>
          </w:rPr>
          <w:t>jaan.schults@rmk.ee</w:t>
        </w:r>
      </w:hyperlink>
      <w:r w:rsidR="00C75C6F">
        <w:rPr>
          <w:spacing w:val="0"/>
        </w:rPr>
        <w:t xml:space="preserve"> </w:t>
      </w:r>
    </w:p>
    <w:p w14:paraId="1754EB0C" w14:textId="6FDE225F" w:rsidR="00234BA5" w:rsidRPr="00205FC3" w:rsidRDefault="00205FC3" w:rsidP="00AC3986">
      <w:pPr>
        <w:tabs>
          <w:tab w:val="left" w:pos="4800"/>
        </w:tabs>
        <w:jc w:val="both"/>
        <w:rPr>
          <w:bCs/>
          <w:i/>
          <w:iCs/>
          <w:spacing w:val="0"/>
        </w:rPr>
      </w:pPr>
      <w:r w:rsidRPr="00205FC3">
        <w:rPr>
          <w:bCs/>
          <w:spacing w:val="0"/>
        </w:rPr>
        <w:t>Jaan Schults</w:t>
      </w:r>
    </w:p>
    <w:p w14:paraId="1D2CB94F" w14:textId="7595D090" w:rsidR="00AC3986" w:rsidRPr="00AC3986" w:rsidRDefault="00205FC3" w:rsidP="00AC3986">
      <w:pPr>
        <w:tabs>
          <w:tab w:val="left" w:pos="4800"/>
        </w:tabs>
        <w:jc w:val="both"/>
        <w:rPr>
          <w:spacing w:val="0"/>
        </w:rPr>
      </w:pPr>
      <w:r>
        <w:rPr>
          <w:bCs/>
          <w:spacing w:val="0"/>
        </w:rPr>
        <w:t>metsaülem</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2814A8CF" w:rsidR="003E2FC5" w:rsidRPr="00BF5ED3" w:rsidRDefault="00EF5EC4" w:rsidP="00BF5ED3">
      <w:pPr>
        <w:jc w:val="both"/>
        <w:rPr>
          <w:b/>
          <w:spacing w:val="0"/>
        </w:rPr>
      </w:pPr>
      <w:r w:rsidRPr="00EF5EC4">
        <w:rPr>
          <w:spacing w:val="0"/>
        </w:rPr>
        <w:t>Jaan Schults</w:t>
      </w:r>
      <w:r w:rsidR="00AC3986" w:rsidRPr="00AC3986">
        <w:rPr>
          <w:spacing w:val="0"/>
        </w:rPr>
        <w:tab/>
      </w:r>
      <w:r w:rsidR="00AC3986" w:rsidRPr="00AC3986">
        <w:rPr>
          <w:spacing w:val="0"/>
        </w:rPr>
        <w:tab/>
      </w:r>
      <w:r w:rsidR="00AC3986" w:rsidRPr="00AC3986">
        <w:rPr>
          <w:spacing w:val="0"/>
        </w:rPr>
        <w:tab/>
      </w:r>
      <w:r w:rsidR="0097746C">
        <w:rPr>
          <w:spacing w:val="0"/>
        </w:rPr>
        <w:tab/>
      </w:r>
      <w:r w:rsidR="0097746C">
        <w:rPr>
          <w:spacing w:val="0"/>
        </w:rPr>
        <w:tab/>
      </w:r>
      <w:r w:rsidR="0097746C">
        <w:rPr>
          <w:spacing w:val="0"/>
        </w:rPr>
        <w:tab/>
      </w:r>
      <w:r w:rsidR="0097746C" w:rsidRPr="0097746C">
        <w:rPr>
          <w:spacing w:val="0"/>
        </w:rPr>
        <w:t>Raul Adams</w:t>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250050EB" w14:textId="5AE7826E" w:rsidR="00CA0069" w:rsidRDefault="001567F6" w:rsidP="001567F6">
      <w:pPr>
        <w:ind w:left="4956"/>
        <w:jc w:val="both"/>
        <w:outlineLvl w:val="0"/>
        <w:rPr>
          <w:rFonts w:eastAsia="Calibri"/>
          <w:spacing w:val="0"/>
          <w:sz w:val="22"/>
          <w:szCs w:val="22"/>
          <w:lang w:eastAsia="et-EE"/>
        </w:rPr>
      </w:pPr>
      <w:r w:rsidRPr="001567F6">
        <w:rPr>
          <w:rFonts w:eastAsia="Calibri"/>
          <w:spacing w:val="0"/>
          <w:sz w:val="22"/>
          <w:szCs w:val="22"/>
          <w:lang w:eastAsia="et-EE"/>
        </w:rPr>
        <w:t>RMK ja Päästala OÜ vahelise 29.12.2025 lepingu nr 7-5/2025/54 juurde</w:t>
      </w:r>
      <w:r>
        <w:rPr>
          <w:rFonts w:eastAsia="Calibri"/>
          <w:spacing w:val="0"/>
          <w:sz w:val="22"/>
          <w:szCs w:val="22"/>
          <w:lang w:eastAsia="et-EE"/>
        </w:rPr>
        <w:t xml:space="preserve"> </w:t>
      </w:r>
    </w:p>
    <w:p w14:paraId="1B7217A4" w14:textId="77777777" w:rsidR="001567F6" w:rsidRPr="003E2FC5" w:rsidRDefault="001567F6" w:rsidP="001567F6">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lastRenderedPageBreak/>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03D0078D" w14:textId="3837BEFC"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002D5EF9">
        <w:rPr>
          <w:rFonts w:eastAsia="Calibri"/>
          <w:spacing w:val="0"/>
          <w:lang w:eastAsia="et-EE"/>
        </w:rPr>
        <w:t xml:space="preserve">Päästala OÜ </w:t>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fullDate="2025-12-29T00:00:00Z">
            <w:dateFormat w:val="d.MM.yyyy"/>
            <w:lid w:val="et-EE"/>
            <w:storeMappedDataAs w:val="dateTime"/>
            <w:calendar w:val="gregorian"/>
          </w:date>
        </w:sdtPr>
        <w:sdtEndPr/>
        <w:sdtContent>
          <w:r w:rsidR="002D5EF9">
            <w:rPr>
              <w:rFonts w:eastAsia="Calibri"/>
              <w:spacing w:val="0"/>
              <w:sz w:val="22"/>
              <w:szCs w:val="22"/>
              <w:lang w:eastAsia="et-EE"/>
            </w:rPr>
            <w:t>29.12.2025</w:t>
          </w:r>
        </w:sdtContent>
      </w:sdt>
      <w:r w:rsidRPr="003E2FC5">
        <w:rPr>
          <w:rFonts w:eastAsia="Calibri"/>
          <w:spacing w:val="0"/>
          <w:sz w:val="22"/>
          <w:szCs w:val="22"/>
          <w:lang w:eastAsia="et-EE"/>
        </w:rPr>
        <w:t xml:space="preserve"> lepingu nr </w:t>
      </w:r>
      <w:r w:rsidR="00492C69" w:rsidRPr="00492C69">
        <w:rPr>
          <w:rFonts w:eastAsia="Calibri"/>
          <w:spacing w:val="0"/>
          <w:sz w:val="22"/>
          <w:szCs w:val="22"/>
          <w:lang w:eastAsia="et-EE"/>
        </w:rPr>
        <w:t>7-5/2025/54</w:t>
      </w:r>
      <w:r w:rsidR="00492C69">
        <w:rPr>
          <w:rFonts w:eastAsia="Calibri"/>
          <w:spacing w:val="0"/>
          <w:sz w:val="22"/>
          <w:szCs w:val="22"/>
          <w:lang w:eastAsia="et-EE"/>
        </w:rPr>
        <w:t xml:space="preserve"> </w:t>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4DA6AD0D"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 xml:space="preserve">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w:t>
      </w:r>
      <w:r w:rsidRPr="003E2FC5">
        <w:rPr>
          <w:rFonts w:eastAsia="Calibri"/>
          <w:spacing w:val="0"/>
        </w:rPr>
        <w:lastRenderedPageBreak/>
        <w:t>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4A4A6D68" w:rsidR="003E2FC5" w:rsidRPr="003E2FC5" w:rsidRDefault="00AA6BFF"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2D5EF9">
            <w:rPr>
              <w:rFonts w:eastAsia="Calibri"/>
              <w:b/>
              <w:spacing w:val="0"/>
            </w:rPr>
            <w:t>(allkirjastatud digitaalselt)</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2D5EF9">
            <w:rPr>
              <w:rFonts w:eastAsia="Calibri"/>
              <w:b/>
              <w:spacing w:val="0"/>
            </w:rPr>
            <w:t>(allkirjastatud digitaalselt)</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07B33A0D" w:rsidR="003E2FC5" w:rsidRPr="003E2FC5" w:rsidRDefault="002D5EF9" w:rsidP="003E2FC5">
      <w:pPr>
        <w:tabs>
          <w:tab w:val="left" w:pos="5103"/>
        </w:tabs>
        <w:jc w:val="both"/>
        <w:rPr>
          <w:rFonts w:eastAsia="Calibri"/>
          <w:spacing w:val="0"/>
        </w:rPr>
      </w:pPr>
      <w:r>
        <w:rPr>
          <w:rFonts w:eastAsia="Calibri"/>
          <w:b/>
          <w:spacing w:val="0"/>
          <w:lang w:eastAsia="et-EE"/>
        </w:rPr>
        <w:t>Jaan Schults</w:t>
      </w:r>
      <w:r>
        <w:rPr>
          <w:rFonts w:eastAsia="Calibri"/>
          <w:b/>
          <w:spacing w:val="0"/>
          <w:lang w:eastAsia="et-EE"/>
        </w:rPr>
        <w:tab/>
      </w:r>
      <w:r w:rsidRPr="002D5EF9">
        <w:rPr>
          <w:rFonts w:eastAsia="Calibri"/>
          <w:b/>
          <w:spacing w:val="0"/>
          <w:lang w:eastAsia="et-EE"/>
        </w:rPr>
        <w:t>Raul Adams</w:t>
      </w:r>
    </w:p>
    <w:p w14:paraId="4FC99AAF" w14:textId="77777777" w:rsidR="003E2FC5" w:rsidRPr="009F6729" w:rsidRDefault="003E2FC5" w:rsidP="0044451F">
      <w:pPr>
        <w:tabs>
          <w:tab w:val="left" w:pos="6630"/>
        </w:tabs>
        <w:rPr>
          <w:spacing w:val="0"/>
        </w:rPr>
      </w:pPr>
    </w:p>
    <w:sectPr w:rsidR="003E2FC5" w:rsidRPr="009F6729" w:rsidSect="00DF4B12">
      <w:headerReference w:type="even" r:id="rId13"/>
      <w:headerReference w:type="default" r:id="rId14"/>
      <w:footerReference w:type="default" r:id="rId15"/>
      <w:headerReference w:type="first" r:id="rId16"/>
      <w:footerReference w:type="first" r:id="rId17"/>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AD56993" w:rsidR="00870CBE" w:rsidRDefault="00870CBE" w:rsidP="00870CBE">
    <w:pPr>
      <w:pStyle w:val="Pis"/>
      <w:rPr>
        <w:b/>
      </w:rPr>
    </w:pPr>
    <w:r>
      <w:rPr>
        <w:b/>
      </w:rPr>
      <w:tab/>
    </w:r>
    <w:r>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42CD4"/>
    <w:rsid w:val="00050023"/>
    <w:rsid w:val="00050571"/>
    <w:rsid w:val="00050929"/>
    <w:rsid w:val="0005474E"/>
    <w:rsid w:val="0005559B"/>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7F6"/>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E449D"/>
    <w:rsid w:val="001F4876"/>
    <w:rsid w:val="001F4CDE"/>
    <w:rsid w:val="00201BCC"/>
    <w:rsid w:val="00202C9D"/>
    <w:rsid w:val="00203457"/>
    <w:rsid w:val="00205FC3"/>
    <w:rsid w:val="00210080"/>
    <w:rsid w:val="00212FF3"/>
    <w:rsid w:val="00215A1A"/>
    <w:rsid w:val="00216745"/>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0DE4"/>
    <w:rsid w:val="002B2264"/>
    <w:rsid w:val="002B69E3"/>
    <w:rsid w:val="002B6F98"/>
    <w:rsid w:val="002C3146"/>
    <w:rsid w:val="002C70B9"/>
    <w:rsid w:val="002D0A09"/>
    <w:rsid w:val="002D10B1"/>
    <w:rsid w:val="002D2C9D"/>
    <w:rsid w:val="002D5EF9"/>
    <w:rsid w:val="002E1392"/>
    <w:rsid w:val="002E6556"/>
    <w:rsid w:val="002F18C0"/>
    <w:rsid w:val="002F4843"/>
    <w:rsid w:val="002F5720"/>
    <w:rsid w:val="002F6748"/>
    <w:rsid w:val="0030026D"/>
    <w:rsid w:val="0030082F"/>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37EC"/>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C7C7D"/>
    <w:rsid w:val="003D10C9"/>
    <w:rsid w:val="003D2A41"/>
    <w:rsid w:val="003E0255"/>
    <w:rsid w:val="003E2FC5"/>
    <w:rsid w:val="003E3C0E"/>
    <w:rsid w:val="003F4602"/>
    <w:rsid w:val="003F4F3E"/>
    <w:rsid w:val="003F524C"/>
    <w:rsid w:val="003F6EFA"/>
    <w:rsid w:val="003F7C3F"/>
    <w:rsid w:val="00402161"/>
    <w:rsid w:val="00403007"/>
    <w:rsid w:val="00410EAF"/>
    <w:rsid w:val="004169A8"/>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2C69"/>
    <w:rsid w:val="00496259"/>
    <w:rsid w:val="004A51E1"/>
    <w:rsid w:val="004A5F5E"/>
    <w:rsid w:val="004B596E"/>
    <w:rsid w:val="004B7646"/>
    <w:rsid w:val="004B7988"/>
    <w:rsid w:val="004C08FC"/>
    <w:rsid w:val="004D4591"/>
    <w:rsid w:val="004D5B69"/>
    <w:rsid w:val="004E3851"/>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3C90"/>
    <w:rsid w:val="00557297"/>
    <w:rsid w:val="00557C70"/>
    <w:rsid w:val="00563D12"/>
    <w:rsid w:val="005866BE"/>
    <w:rsid w:val="005877B0"/>
    <w:rsid w:val="0059013A"/>
    <w:rsid w:val="005A1CA9"/>
    <w:rsid w:val="005A3931"/>
    <w:rsid w:val="005A68F2"/>
    <w:rsid w:val="005A758B"/>
    <w:rsid w:val="005B1B33"/>
    <w:rsid w:val="005B1C9B"/>
    <w:rsid w:val="005B3586"/>
    <w:rsid w:val="005B529A"/>
    <w:rsid w:val="005C0B65"/>
    <w:rsid w:val="005C2B39"/>
    <w:rsid w:val="005C6E32"/>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D9E"/>
    <w:rsid w:val="00650EA5"/>
    <w:rsid w:val="006613DA"/>
    <w:rsid w:val="00661407"/>
    <w:rsid w:val="00670142"/>
    <w:rsid w:val="006739B6"/>
    <w:rsid w:val="00680A1E"/>
    <w:rsid w:val="006821A7"/>
    <w:rsid w:val="0069237E"/>
    <w:rsid w:val="006960EC"/>
    <w:rsid w:val="00697291"/>
    <w:rsid w:val="006A1418"/>
    <w:rsid w:val="006A7534"/>
    <w:rsid w:val="006B4ED6"/>
    <w:rsid w:val="006C0B74"/>
    <w:rsid w:val="006D01D3"/>
    <w:rsid w:val="006D0AD9"/>
    <w:rsid w:val="006D75CB"/>
    <w:rsid w:val="006E301A"/>
    <w:rsid w:val="006F18B4"/>
    <w:rsid w:val="006F38C8"/>
    <w:rsid w:val="00700510"/>
    <w:rsid w:val="007034D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17CB"/>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622D7"/>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DDD"/>
    <w:rsid w:val="00937E17"/>
    <w:rsid w:val="00951944"/>
    <w:rsid w:val="00957FED"/>
    <w:rsid w:val="009600E7"/>
    <w:rsid w:val="009602DD"/>
    <w:rsid w:val="00963739"/>
    <w:rsid w:val="00966DDA"/>
    <w:rsid w:val="0096740C"/>
    <w:rsid w:val="009674AA"/>
    <w:rsid w:val="0097008D"/>
    <w:rsid w:val="0097746C"/>
    <w:rsid w:val="00980393"/>
    <w:rsid w:val="009815E0"/>
    <w:rsid w:val="0098537C"/>
    <w:rsid w:val="009870EF"/>
    <w:rsid w:val="00987480"/>
    <w:rsid w:val="009908AE"/>
    <w:rsid w:val="0099114B"/>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1CE5"/>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A6BFF"/>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C6F"/>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47D7"/>
    <w:rsid w:val="00E55F0A"/>
    <w:rsid w:val="00E70E5B"/>
    <w:rsid w:val="00E71FF9"/>
    <w:rsid w:val="00E73D84"/>
    <w:rsid w:val="00E75A15"/>
    <w:rsid w:val="00E77374"/>
    <w:rsid w:val="00E80BAC"/>
    <w:rsid w:val="00E85516"/>
    <w:rsid w:val="00E87055"/>
    <w:rsid w:val="00E96689"/>
    <w:rsid w:val="00E96BB3"/>
    <w:rsid w:val="00EA223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5EC4"/>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1B98"/>
    <w:rsid w:val="00F53084"/>
    <w:rsid w:val="00F55862"/>
    <w:rsid w:val="00F6096E"/>
    <w:rsid w:val="00F60FF7"/>
    <w:rsid w:val="00F64A51"/>
    <w:rsid w:val="00F66283"/>
    <w:rsid w:val="00F67749"/>
    <w:rsid w:val="00F738F0"/>
    <w:rsid w:val="00F74C6B"/>
    <w:rsid w:val="00F7700D"/>
    <w:rsid w:val="00F90ED0"/>
    <w:rsid w:val="00FA059A"/>
    <w:rsid w:val="00FA180F"/>
    <w:rsid w:val="00FA2D2E"/>
    <w:rsid w:val="00FB584D"/>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hatitetekst">
    <w:name w:val="Placeholder Text"/>
    <w:basedOn w:val="Liguvaikefont"/>
    <w:uiPriority w:val="99"/>
    <w:semiHidden/>
    <w:rsid w:val="002D5E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an.schults@rmk.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astala@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an.schults@rmk.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paastala@gmail.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553C90"/>
    <w:rsid w:val="005A758B"/>
    <w:rsid w:val="00664A76"/>
    <w:rsid w:val="007034D0"/>
    <w:rsid w:val="00715AA1"/>
    <w:rsid w:val="00796371"/>
    <w:rsid w:val="007A1CF1"/>
    <w:rsid w:val="007F17CB"/>
    <w:rsid w:val="0084380B"/>
    <w:rsid w:val="0084400C"/>
    <w:rsid w:val="00911C60"/>
    <w:rsid w:val="009365FB"/>
    <w:rsid w:val="009908AE"/>
    <w:rsid w:val="0099114B"/>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20</TotalTime>
  <Pages>11</Pages>
  <Words>3178</Words>
  <Characters>22757</Characters>
  <Application>Microsoft Office Word</Application>
  <DocSecurity>0</DocSecurity>
  <Lines>189</Lines>
  <Paragraphs>51</Paragraphs>
  <ScaleCrop>false</ScaleCrop>
  <Company>RMK</Company>
  <LinksUpToDate>false</LinksUpToDate>
  <CharactersWithSpaces>25884</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Anu Laas</cp:lastModifiedBy>
  <cp:revision>34</cp:revision>
  <cp:lastPrinted>2014-04-25T00:30:00Z</cp:lastPrinted>
  <dcterms:created xsi:type="dcterms:W3CDTF">2025-12-29T08:56:00Z</dcterms:created>
  <dcterms:modified xsi:type="dcterms:W3CDTF">2025-12-29T09:18:00Z</dcterms:modified>
</cp:coreProperties>
</file>